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6" w14:textId="77777777" w:rsidR="00E902EC" w:rsidRPr="00126412" w:rsidRDefault="00E902EC" w:rsidP="00BD42BB">
      <w:pPr>
        <w:pStyle w:val="Nadpis1"/>
        <w:numPr>
          <w:ilvl w:val="0"/>
          <w:numId w:val="0"/>
        </w:numPr>
        <w:ind w:left="432" w:hanging="432"/>
        <w:rPr>
          <w:rFonts w:eastAsia="Times New Roman"/>
          <w:lang w:eastAsia="cs-CZ"/>
        </w:rPr>
      </w:pPr>
      <w:bookmarkStart w:id="0" w:name="_Toc499564342"/>
      <w:bookmarkStart w:id="1" w:name="_Toc499564365"/>
      <w:bookmarkStart w:id="2" w:name="_Toc499564758"/>
      <w:bookmarkStart w:id="3" w:name="_GoBack"/>
      <w:bookmarkEnd w:id="3"/>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80F12B5"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381D0929"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4DE9B60"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444D620D"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014E1AD8"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3EC621AB"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5BE50A63"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45821C79"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154605FD"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2465B060"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23B6280"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8</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5FD213BA"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06BA1DC9"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257B3ECC"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1412FA9D"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11</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24BC7F7C"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62040AE5"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64A4609B"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5767AA2D"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59103074"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23C7C5D7"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36841C13"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E58B492" w:rsidR="00E902EC" w:rsidRPr="00D63D4B" w:rsidRDefault="007B06C5"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51F41">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6DB42B9B"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w:t>
      </w:r>
      <w:r w:rsidR="00574F4B">
        <w:rPr>
          <w:rFonts w:eastAsia="Times New Roman" w:cs="Times New Roman"/>
          <w:lang w:eastAsia="cs-CZ"/>
        </w:rPr>
        <w:t>ebezpečí pro Objednatele Dílo a </w:t>
      </w:r>
      <w:r w:rsidRPr="00126412">
        <w:rPr>
          <w:rFonts w:eastAsia="Times New Roman" w:cs="Times New Roman"/>
          <w:lang w:eastAsia="cs-CZ"/>
        </w:rPr>
        <w:t xml:space="preserve">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6315C420"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w:t>
      </w:r>
      <w:r w:rsidR="00574F4B">
        <w:rPr>
          <w:rFonts w:eastAsia="Times New Roman" w:cs="Times New Roman"/>
          <w:lang w:eastAsia="cs-CZ"/>
        </w:rPr>
        <w:t>rému se Dílo obvykle používá, a </w:t>
      </w:r>
      <w:r w:rsidRPr="00126412">
        <w:rPr>
          <w:rFonts w:eastAsia="Times New Roman" w:cs="Times New Roman"/>
          <w:lang w:eastAsia="cs-CZ"/>
        </w:rPr>
        <w:t>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0422444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w:t>
      </w:r>
      <w:r w:rsidR="00574F4B">
        <w:rPr>
          <w:rFonts w:eastAsia="Times New Roman" w:cs="Times New Roman"/>
          <w:lang w:eastAsia="cs-CZ"/>
        </w:rPr>
        <w:t>o předloha, rozhoduje Smlouva o </w:t>
      </w:r>
      <w:r w:rsidRPr="00126412">
        <w:rPr>
          <w:rFonts w:eastAsia="Times New Roman" w:cs="Times New Roman"/>
          <w:lang w:eastAsia="cs-CZ"/>
        </w:rPr>
        <w:t>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4D11B4C8" w14:textId="6EE2A8AA"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51F41">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lastRenderedPageBreak/>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6BA9B17D"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51F41">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5C3E9A84"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w:t>
      </w:r>
      <w:r w:rsidR="00574F4B">
        <w:rPr>
          <w:rFonts w:eastAsia="Times New Roman" w:cs="Times New Roman"/>
          <w:lang w:eastAsia="cs-CZ"/>
        </w:rPr>
        <w:t>ném čase a obstará vše, co je k </w:t>
      </w:r>
      <w:r w:rsidRPr="00126412">
        <w:rPr>
          <w:rFonts w:eastAsia="Times New Roman" w:cs="Times New Roman"/>
          <w:lang w:eastAsia="cs-CZ"/>
        </w:rPr>
        <w:t>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4201B2F9"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w:t>
      </w:r>
      <w:r w:rsidR="00574F4B">
        <w:rPr>
          <w:rFonts w:eastAsia="Times New Roman" w:cs="Times New Roman"/>
          <w:lang w:eastAsia="cs-CZ"/>
        </w:rPr>
        <w:t>role a prověření prací, které v </w:t>
      </w:r>
      <w:r w:rsidRPr="00126412">
        <w:rPr>
          <w:rFonts w:eastAsia="Times New Roman" w:cs="Times New Roman"/>
          <w:lang w:eastAsia="cs-CZ"/>
        </w:rPr>
        <w:t>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Díla z důvodu podezření, že tato část Díla neodpovídá Smlouvě o dílo, </w:t>
      </w:r>
      <w:r w:rsidRPr="00126412">
        <w:rPr>
          <w:rFonts w:eastAsia="Times New Roman" w:cs="Times New Roman"/>
          <w:lang w:eastAsia="cs-CZ"/>
        </w:rPr>
        <w:lastRenderedPageBreak/>
        <w:t>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2B986E55"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w:t>
      </w:r>
      <w:r w:rsidR="00574F4B">
        <w:rPr>
          <w:rFonts w:eastAsia="Times New Roman" w:cs="Times New Roman"/>
          <w:lang w:eastAsia="cs-CZ"/>
        </w:rPr>
        <w:t xml:space="preserve"> v souladu se Smlouvou o dílo a </w:t>
      </w:r>
      <w:r w:rsidRPr="00126412">
        <w:rPr>
          <w:rFonts w:eastAsia="Times New Roman" w:cs="Times New Roman"/>
          <w:lang w:eastAsia="cs-CZ"/>
        </w:rPr>
        <w:t>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 xml:space="preserve">Kontrola bude prováděna dle Směrnice SŽDC č. 120 Dodržování zákazu kouření, požívání alkoholických nápojů a užívání jiných návykových látek, </w:t>
      </w:r>
      <w:proofErr w:type="gramStart"/>
      <w:r w:rsidRPr="00B81E68">
        <w:rPr>
          <w:lang w:eastAsia="cs-CZ"/>
        </w:rPr>
        <w:t>č.j.</w:t>
      </w:r>
      <w:proofErr w:type="gramEnd"/>
      <w:r w:rsidRPr="00B81E68">
        <w:rPr>
          <w:lang w:eastAsia="cs-CZ"/>
        </w:rPr>
        <w:t xml:space="preserve">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03486F2A"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w:t>
      </w:r>
      <w:r w:rsidR="00574F4B">
        <w:rPr>
          <w:rFonts w:eastAsia="Times New Roman" w:cs="Times New Roman"/>
          <w:lang w:eastAsia="cs-CZ"/>
        </w:rPr>
        <w:t>íla nepoužije žádný materiál, o </w:t>
      </w:r>
      <w:r w:rsidRPr="00126412">
        <w:rPr>
          <w:rFonts w:eastAsia="Times New Roman" w:cs="Times New Roman"/>
          <w:lang w:eastAsia="cs-CZ"/>
        </w:rPr>
        <w:t>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díla dodatkem ke Smlouvě o dílo. Provede-li Zhotovitel vícepráce v rozporu s tímto odstavcem, ponese náklady na ně ze svého.</w:t>
      </w:r>
    </w:p>
    <w:p w14:paraId="4D11B514" w14:textId="66EF3D6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Dojde-li k jakémukoliv úrazu při provádění Díla nebo</w:t>
      </w:r>
      <w:r w:rsidR="00574F4B">
        <w:rPr>
          <w:rFonts w:eastAsia="Times New Roman" w:cs="Times New Roman"/>
          <w:lang w:eastAsia="cs-CZ"/>
        </w:rPr>
        <w:t xml:space="preserve"> při činnostech souvisejících </w:t>
      </w:r>
      <w:r w:rsidR="00574F4B" w:rsidRPr="00574F4B">
        <w:t>s</w:t>
      </w:r>
      <w:r w:rsidR="00574F4B">
        <w:t xml:space="preserve"> </w:t>
      </w:r>
      <w:r w:rsidRPr="00574F4B">
        <w:t>prováděním</w:t>
      </w:r>
      <w:r w:rsidRPr="00126412">
        <w:rPr>
          <w:rFonts w:eastAsia="Times New Roman" w:cs="Times New Roman"/>
          <w:lang w:eastAsia="cs-CZ"/>
        </w:rPr>
        <w:t xml:space="preserve">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6BF9D099"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w:t>
      </w:r>
      <w:r w:rsidR="00574F4B">
        <w:rPr>
          <w:rFonts w:eastAsia="Times New Roman" w:cs="Times New Roman"/>
          <w:lang w:eastAsia="cs-CZ"/>
        </w:rPr>
        <w:t>dostatečným předstihem vyzvat a </w:t>
      </w:r>
      <w:r w:rsidRPr="00126412">
        <w:rPr>
          <w:rFonts w:eastAsia="Times New Roman" w:cs="Times New Roman"/>
          <w:lang w:eastAsia="cs-CZ"/>
        </w:rPr>
        <w:t>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08EEF10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51F41">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32CFB91A"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51F41">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2B8DA666"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51F41">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51F41">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w:t>
      </w:r>
      <w:r w:rsidR="00574F4B">
        <w:rPr>
          <w:rFonts w:eastAsia="Times New Roman" w:cs="Times New Roman"/>
          <w:lang w:eastAsia="cs-CZ"/>
        </w:rPr>
        <w:t>žuje identifikace vad uvedená v </w:t>
      </w:r>
      <w:r w:rsidRPr="00126412">
        <w:rPr>
          <w:rFonts w:eastAsia="Times New Roman" w:cs="Times New Roman"/>
          <w:lang w:eastAsia="cs-CZ"/>
        </w:rPr>
        <w:t>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57A8B3A6"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w:t>
      </w:r>
      <w:r w:rsidR="00574F4B">
        <w:rPr>
          <w:rFonts w:eastAsia="Times New Roman" w:cs="Times New Roman"/>
          <w:lang w:eastAsia="cs-CZ"/>
        </w:rPr>
        <w:t>jí bezodkladně, nejpozději do 2 </w:t>
      </w:r>
      <w:r w:rsidRPr="00126412">
        <w:rPr>
          <w:rFonts w:eastAsia="Times New Roman" w:cs="Times New Roman"/>
          <w:lang w:eastAsia="cs-CZ"/>
        </w:rPr>
        <w:t>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382531B2"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51F41">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51F41">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0F2A388"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51F41">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51F41">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20EF5FE8"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51F41">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51F41">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8BD9395"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51F41">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51F41">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3EAB67FE"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w:t>
      </w:r>
      <w:r w:rsidR="00574F4B">
        <w:rPr>
          <w:rFonts w:eastAsia="Times New Roman" w:cs="Times New Roman"/>
          <w:lang w:eastAsia="cs-CZ"/>
        </w:rPr>
        <w:t>nnosti vyplývající ze Smlouvy o </w:t>
      </w:r>
      <w:r w:rsidRPr="00126412">
        <w:rPr>
          <w:rFonts w:eastAsia="Times New Roman" w:cs="Times New Roman"/>
          <w:lang w:eastAsia="cs-CZ"/>
        </w:rPr>
        <w:t>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23C6A936"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51F41">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0084B582"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Týká-li se vada Dokladů nebo jiného plnění poskytnu</w:t>
      </w:r>
      <w:r w:rsidR="00574F4B">
        <w:rPr>
          <w:rFonts w:eastAsia="Times New Roman" w:cs="Times New Roman"/>
          <w:lang w:eastAsia="cs-CZ"/>
        </w:rPr>
        <w:t>tého Zhotovitelem dle Smlouvy o </w:t>
      </w:r>
      <w:r w:rsidRPr="00126412">
        <w:rPr>
          <w:rFonts w:eastAsia="Times New Roman" w:cs="Times New Roman"/>
          <w:lang w:eastAsia="cs-CZ"/>
        </w:rPr>
        <w:t xml:space="preserve">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51F41">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51F41">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 xml:space="preserve">SŽDC č. 120 Dodržování zákazu kouření, požívání alkoholických nápojů a užívání jiných návykových látek, </w:t>
      </w:r>
      <w:proofErr w:type="gramStart"/>
      <w:r w:rsidRPr="008E2F07">
        <w:rPr>
          <w:rFonts w:eastAsia="Times New Roman" w:cs="Arial"/>
          <w:lang w:eastAsia="cs-CZ"/>
        </w:rPr>
        <w:t>č.j.</w:t>
      </w:r>
      <w:proofErr w:type="gramEnd"/>
      <w:r w:rsidRPr="008E2F07">
        <w:rPr>
          <w:rFonts w:eastAsia="Times New Roman" w:cs="Arial"/>
          <w:lang w:eastAsia="cs-CZ"/>
        </w:rPr>
        <w:t xml:space="preserve">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4D11B5A4" w14:textId="3AF10195"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w:t>
      </w:r>
      <w:r w:rsidR="00574F4B">
        <w:rPr>
          <w:rFonts w:eastAsia="Times New Roman" w:cs="Times New Roman"/>
          <w:lang w:eastAsia="cs-CZ"/>
        </w:rPr>
        <w:t>odnocením, zničením a ztrátou a </w:t>
      </w:r>
      <w:r w:rsidRPr="00126412">
        <w:rPr>
          <w:rFonts w:eastAsia="Times New Roman" w:cs="Times New Roman"/>
          <w:lang w:eastAsia="cs-CZ"/>
        </w:rPr>
        <w:t>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15668B35"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w:t>
      </w:r>
      <w:r w:rsidR="00574F4B">
        <w:rPr>
          <w:rFonts w:eastAsia="Times New Roman" w:cs="Times New Roman"/>
          <w:lang w:eastAsia="cs-CZ"/>
        </w:rPr>
        <w:t>o jejich jiná nežádoucí změna a </w:t>
      </w:r>
      <w:r w:rsidRPr="00126412">
        <w:rPr>
          <w:rFonts w:eastAsia="Times New Roman" w:cs="Times New Roman"/>
          <w:lang w:eastAsia="cs-CZ"/>
        </w:rPr>
        <w:t>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03AB16FA"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w:t>
      </w:r>
      <w:r w:rsidR="00574F4B">
        <w:rPr>
          <w:rFonts w:eastAsia="Times New Roman" w:cs="Times New Roman"/>
          <w:lang w:eastAsia="cs-CZ"/>
        </w:rPr>
        <w:t>vní strana porušující Smlouvu o </w:t>
      </w:r>
      <w:r w:rsidRPr="00126412">
        <w:rPr>
          <w:rFonts w:eastAsia="Times New Roman" w:cs="Times New Roman"/>
          <w:lang w:eastAsia="cs-CZ"/>
        </w:rPr>
        <w:t>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1E542889"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E51F41">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56EDC83C"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w:t>
      </w:r>
      <w:r w:rsidR="00574F4B">
        <w:rPr>
          <w:rFonts w:eastAsia="Times New Roman" w:cs="Times New Roman"/>
          <w:lang w:eastAsia="cs-CZ"/>
        </w:rPr>
        <w:t>ní její povinnosti ze Smlouvy o </w:t>
      </w:r>
      <w:r w:rsidRPr="00126412">
        <w:rPr>
          <w:rFonts w:eastAsia="Times New Roman" w:cs="Times New Roman"/>
          <w:lang w:eastAsia="cs-CZ"/>
        </w:rPr>
        <w:t>dílo, může druhá Smluvní strana od Smlouvy o dílo odstoupit poté, co prodlévající Smluvní strana svoji povinnost nesplní ani v dodatečné přiměřené lhůtě, kterou jí druhá Smluvní strana poskytla výslovně nebo mlčky.</w:t>
      </w:r>
    </w:p>
    <w:p w14:paraId="4D11B5B7" w14:textId="13829030"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w:t>
      </w:r>
      <w:r w:rsidR="00574F4B">
        <w:rPr>
          <w:rFonts w:eastAsia="Times New Roman" w:cs="Times New Roman"/>
          <w:lang w:eastAsia="cs-CZ"/>
        </w:rPr>
        <w:t>že jí určuje dodatečnou lhůtu k </w:t>
      </w:r>
      <w:r w:rsidRPr="00126412">
        <w:rPr>
          <w:rFonts w:eastAsia="Times New Roman" w:cs="Times New Roman"/>
          <w:lang w:eastAsia="cs-CZ"/>
        </w:rPr>
        <w:t>plnění a že jí lhůtu již neprodlouží, platí, že marným uplynutím této lhůty od S</w:t>
      </w:r>
      <w:r w:rsidR="00574F4B">
        <w:rPr>
          <w:rFonts w:eastAsia="Times New Roman" w:cs="Times New Roman"/>
          <w:lang w:eastAsia="cs-CZ"/>
        </w:rPr>
        <w:t>mlouvy o </w:t>
      </w:r>
      <w:r w:rsidRPr="00126412">
        <w:rPr>
          <w:rFonts w:eastAsia="Times New Roman" w:cs="Times New Roman"/>
          <w:lang w:eastAsia="cs-CZ"/>
        </w:rPr>
        <w:t>dílo odstoupila.</w:t>
      </w:r>
    </w:p>
    <w:p w14:paraId="4D11B5B8" w14:textId="036384B4"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w:t>
      </w:r>
      <w:r w:rsidR="00574F4B">
        <w:rPr>
          <w:rFonts w:eastAsia="Times New Roman" w:cs="Times New Roman"/>
          <w:lang w:eastAsia="cs-CZ"/>
        </w:rPr>
        <w:t>-li Smluvní strana od Smlouvy o </w:t>
      </w:r>
      <w:r w:rsidRPr="00126412">
        <w:rPr>
          <w:rFonts w:eastAsia="Times New Roman" w:cs="Times New Roman"/>
          <w:lang w:eastAsia="cs-CZ"/>
        </w:rPr>
        <w:t>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45DF482C"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w:t>
      </w:r>
      <w:r w:rsidR="00574F4B">
        <w:rPr>
          <w:rFonts w:eastAsia="Times New Roman" w:cs="Times New Roman"/>
          <w:lang w:eastAsia="cs-CZ"/>
        </w:rPr>
        <w:t>klé v souvislosti se Smlouvou o </w:t>
      </w:r>
      <w:r w:rsidRPr="00126412">
        <w:rPr>
          <w:rFonts w:eastAsia="Times New Roman" w:cs="Times New Roman"/>
          <w:lang w:eastAsia="cs-CZ"/>
        </w:rPr>
        <w:t>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202532BB"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w:t>
      </w:r>
      <w:r w:rsidR="00574F4B">
        <w:rPr>
          <w:rFonts w:eastAsia="Times New Roman" w:cs="Times New Roman"/>
          <w:lang w:eastAsia="cs-CZ"/>
        </w:rPr>
        <w:t>itel nesmí takové skutečnosti a </w:t>
      </w:r>
      <w:r w:rsidRPr="00126412">
        <w:rPr>
          <w:rFonts w:eastAsia="Times New Roman" w:cs="Times New Roman"/>
          <w:lang w:eastAsia="cs-CZ"/>
        </w:rPr>
        <w:t>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default" r:id="rId11"/>
      <w:footerReference w:type="even" r:id="rId12"/>
      <w:footerReference w:type="default" r:id="rId13"/>
      <w:headerReference w:type="first" r:id="rId14"/>
      <w:footerReference w:type="first" r:id="rId15"/>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5C420" w14:textId="77777777" w:rsidR="007B06C5" w:rsidRDefault="007B06C5" w:rsidP="00962258">
      <w:pPr>
        <w:spacing w:after="0" w:line="240" w:lineRule="auto"/>
      </w:pPr>
      <w:r>
        <w:separator/>
      </w:r>
    </w:p>
  </w:endnote>
  <w:endnote w:type="continuationSeparator" w:id="0">
    <w:p w14:paraId="0C734D1F" w14:textId="77777777" w:rsidR="007B06C5" w:rsidRDefault="007B06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5AB49520"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E51F41">
            <w:rPr>
              <w:b/>
              <w:noProof/>
              <w:color w:val="FF5200" w:themeColor="accent2"/>
            </w:rPr>
            <w:t>17</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E51F41">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DC15C0A"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231B64B"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5140CB11"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E51F41">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E51F41">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77777777" w:rsidR="006331B8" w:rsidRPr="006331B8" w:rsidRDefault="006331B8" w:rsidP="006331B8">
          <w:pPr>
            <w:tabs>
              <w:tab w:val="center" w:pos="4536"/>
              <w:tab w:val="right" w:pos="9072"/>
            </w:tabs>
            <w:rPr>
              <w:sz w:val="12"/>
            </w:rPr>
          </w:pPr>
          <w:r w:rsidRPr="006331B8">
            <w:rPr>
              <w:sz w:val="12"/>
            </w:rPr>
            <w:t>www.szdc.cz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59264"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991F4B9"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8240"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F0F0EFC" id="Straight Connector 10"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5981D" w14:textId="77777777" w:rsidR="007B06C5" w:rsidRDefault="007B06C5" w:rsidP="00193398">
      <w:pPr>
        <w:spacing w:before="240" w:after="0" w:line="240" w:lineRule="auto"/>
      </w:pPr>
      <w:r>
        <w:separator/>
      </w:r>
    </w:p>
  </w:footnote>
  <w:footnote w:type="continuationSeparator" w:id="0">
    <w:p w14:paraId="4B01BDCA" w14:textId="77777777" w:rsidR="007B06C5" w:rsidRDefault="007B06C5"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attachedTemplate r:id="rId1"/>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17"/>
    <w:rsid w:val="00051ED9"/>
    <w:rsid w:val="00060DF6"/>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4F4B"/>
    <w:rsid w:val="00575E5A"/>
    <w:rsid w:val="005850DB"/>
    <w:rsid w:val="005914E3"/>
    <w:rsid w:val="005B4D80"/>
    <w:rsid w:val="005C1916"/>
    <w:rsid w:val="005C4EFA"/>
    <w:rsid w:val="005D6655"/>
    <w:rsid w:val="005E38B3"/>
    <w:rsid w:val="005F4418"/>
    <w:rsid w:val="0061068E"/>
    <w:rsid w:val="006331B8"/>
    <w:rsid w:val="00640268"/>
    <w:rsid w:val="00640781"/>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06C5"/>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51F41"/>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1B475"/>
  <w14:defaultImageDpi w14:val="330"/>
  <w15:docId w15:val="{F02D896B-4083-4F70-955D-D75B35E97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2.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3.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908F405-0015-498B-9B48-F1F589735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5</TotalTime>
  <Pages>1</Pages>
  <Words>8489</Words>
  <Characters>50088</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Škába Ladislav, Bc., DiS.</cp:lastModifiedBy>
  <cp:revision>6</cp:revision>
  <cp:lastPrinted>2020-04-24T08:38:00Z</cp:lastPrinted>
  <dcterms:created xsi:type="dcterms:W3CDTF">2020-02-13T12:44:00Z</dcterms:created>
  <dcterms:modified xsi:type="dcterms:W3CDTF">2020-04-24T08:39:00Z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